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71E6F6F0" w:rsidR="008A012F" w:rsidRPr="001C28D1" w:rsidRDefault="008A012F" w:rsidP="001C28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24999DFD" w:rsidR="008A012F" w:rsidRPr="001C28D1" w:rsidRDefault="008A012F" w:rsidP="001C28D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C28D1">
              <w:rPr>
                <w:rStyle w:val="SITemporaryText-blue"/>
                <w:color w:val="auto"/>
                <w:sz w:val="20"/>
              </w:rPr>
              <w:t xml:space="preserve">This version released with Training Package Version </w:t>
            </w:r>
            <w:r w:rsidR="001C28D1" w:rsidRPr="001C28D1">
              <w:rPr>
                <w:rStyle w:val="SITemporaryText-blue"/>
                <w:color w:val="auto"/>
                <w:sz w:val="20"/>
              </w:rPr>
              <w:t>8</w:t>
            </w:r>
            <w:r w:rsidRPr="001C28D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190B82A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C28D1">
              <w:t>X</w:t>
            </w:r>
            <w:r w:rsidR="008265DE">
              <w:t>7</w:t>
            </w:r>
          </w:p>
        </w:tc>
        <w:tc>
          <w:tcPr>
            <w:tcW w:w="3604" w:type="pct"/>
            <w:shd w:val="clear" w:color="auto" w:fill="auto"/>
          </w:tcPr>
          <w:p w14:paraId="5DC38CF2" w14:textId="674F8BFA" w:rsidR="00F1480E" w:rsidRPr="005404CB" w:rsidRDefault="008265DE" w:rsidP="005404CB">
            <w:pPr>
              <w:pStyle w:val="SIUnittitle"/>
            </w:pPr>
            <w:r w:rsidRPr="008265DE">
              <w:t>Develop and apply fertiliser and soil ameliorant product knowledge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53BD12" w14:textId="77777777" w:rsidR="00E87B59" w:rsidRPr="00E87B59" w:rsidRDefault="00E87B59" w:rsidP="00E87B59">
            <w:r w:rsidRPr="00E87B59">
              <w:t>This unit of competency describes the skills and knowledge required to develop and apply fertiliser and soil ameliorant product knowledge.</w:t>
            </w:r>
          </w:p>
          <w:p w14:paraId="5C564E47" w14:textId="1187CCCD" w:rsidR="001C28D1" w:rsidRPr="001C28D1" w:rsidRDefault="001C28D1" w:rsidP="001C28D1">
            <w:r w:rsidRPr="00E87B59">
              <w:t>Th</w:t>
            </w:r>
            <w:r>
              <w:t>e</w:t>
            </w:r>
            <w:r w:rsidRPr="00E87B59">
              <w:t xml:space="preserve"> unit applies to individuals who develop and apply </w:t>
            </w:r>
            <w:r w:rsidRPr="001C28D1">
              <w:t>fertiliser and soil ameliorant product knowledge</w:t>
            </w:r>
            <w:r w:rsidRPr="00E87B59">
              <w:t xml:space="preserve"> under broad direction and take responsibility for their own work.</w:t>
            </w:r>
          </w:p>
          <w:p w14:paraId="50372797" w14:textId="77777777" w:rsidR="00E87B59" w:rsidRPr="00E87B59" w:rsidRDefault="00E87B59" w:rsidP="00E87B59"/>
          <w:p w14:paraId="6EF6BC78" w14:textId="0B7E7526" w:rsidR="00E87B59" w:rsidRPr="00E87B59" w:rsidRDefault="003E40C7" w:rsidP="00E87B59">
            <w:r>
              <w:t>All w</w:t>
            </w:r>
            <w:r w:rsidR="00E87B59" w:rsidRPr="00E87B59">
              <w:t xml:space="preserve">ork </w:t>
            </w:r>
            <w:r>
              <w:t>must be</w:t>
            </w:r>
            <w:r w:rsidR="00E87B59" w:rsidRPr="00E87B59">
              <w:t xml:space="preserve"> carried out to comply with </w:t>
            </w:r>
            <w:r>
              <w:t>workplace procedures, health and safety in the workplace requirements, legislative and regulatory requirements</w:t>
            </w:r>
            <w:r w:rsidR="00610771">
              <w:t>, and</w:t>
            </w:r>
            <w:r>
              <w:t xml:space="preserve"> </w:t>
            </w:r>
            <w:r w:rsidR="00610771">
              <w:t xml:space="preserve">environment and </w:t>
            </w:r>
            <w:r>
              <w:t>biosecurity</w:t>
            </w:r>
            <w:r w:rsidR="00E87B59" w:rsidRPr="00E87B59">
              <w:t xml:space="preserve"> practices.</w:t>
            </w:r>
          </w:p>
          <w:p w14:paraId="0AA94806" w14:textId="77777777" w:rsidR="00E87B59" w:rsidRPr="00E87B59" w:rsidRDefault="00E87B59" w:rsidP="00E87B59"/>
          <w:p w14:paraId="06CC8576" w14:textId="77777777" w:rsidR="00E87B59" w:rsidRPr="00E87B59" w:rsidRDefault="00E87B59" w:rsidP="00E87B59"/>
          <w:p w14:paraId="3202A0B8" w14:textId="358465FE" w:rsidR="00CC1B21" w:rsidRPr="000754EC" w:rsidRDefault="00E87B59" w:rsidP="00E87B59">
            <w:r w:rsidRPr="00E87B59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3863DD9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87B59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2ACD6DD4" w:rsidR="00E87B59" w:rsidRPr="00E87B59" w:rsidRDefault="00E87B59" w:rsidP="00E87B59">
            <w:pPr>
              <w:pStyle w:val="SIText"/>
            </w:pPr>
            <w:r w:rsidRPr="00E87B59">
              <w:t>1. Identify fertiliser and soil ameliorant product issues</w:t>
            </w:r>
          </w:p>
        </w:tc>
        <w:tc>
          <w:tcPr>
            <w:tcW w:w="3604" w:type="pct"/>
            <w:shd w:val="clear" w:color="auto" w:fill="auto"/>
          </w:tcPr>
          <w:p w14:paraId="2F0CC901" w14:textId="25FB2606" w:rsidR="00E87B59" w:rsidRPr="00E87B59" w:rsidRDefault="00E87B59" w:rsidP="00E87B59">
            <w:r w:rsidRPr="00E87B59">
              <w:t>1.1 Source information about new products and developments</w:t>
            </w:r>
          </w:p>
          <w:p w14:paraId="1887F120" w14:textId="77777777" w:rsidR="00E87B59" w:rsidRPr="00E87B59" w:rsidRDefault="00E87B59" w:rsidP="00E87B59">
            <w:r w:rsidRPr="00E87B59">
              <w:t>1.2 Provide information about fertiliser and soil ameliorant product to customers</w:t>
            </w:r>
          </w:p>
          <w:p w14:paraId="323A1039" w14:textId="7D3DCBAB" w:rsidR="00E87B59" w:rsidRPr="00E87B59" w:rsidRDefault="00E87B59" w:rsidP="00E87B59">
            <w:r w:rsidRPr="00E87B59">
              <w:t>1.3 Explain work</w:t>
            </w:r>
            <w:r w:rsidR="00B85586">
              <w:t>place</w:t>
            </w:r>
            <w:r w:rsidRPr="00E87B59">
              <w:t xml:space="preserve"> health and safety, food safety and environmental issues relating to </w:t>
            </w:r>
            <w:r w:rsidR="00B74FC2">
              <w:t>fertiliser and soil ameliorant</w:t>
            </w:r>
            <w:r w:rsidRPr="00E87B59">
              <w:t xml:space="preserve"> products to customers</w:t>
            </w:r>
          </w:p>
          <w:p w14:paraId="788D2C00" w14:textId="46BB4B05" w:rsidR="00E87B59" w:rsidRPr="00E87B59" w:rsidRDefault="00E87B59" w:rsidP="00E87B59">
            <w:r w:rsidRPr="00E87B59">
              <w:t xml:space="preserve">1.4 Identify </w:t>
            </w:r>
            <w:r w:rsidR="00827BBA">
              <w:t xml:space="preserve">and describe </w:t>
            </w:r>
            <w:r w:rsidRPr="00E87B59">
              <w:t>bulk fertiliser and soil ameliorant products</w:t>
            </w:r>
          </w:p>
          <w:p w14:paraId="36FFA5C5" w14:textId="2BFD5533" w:rsidR="00E87B59" w:rsidRPr="00E87B59" w:rsidRDefault="00E87B59" w:rsidP="00600CC3">
            <w:r w:rsidRPr="00E87B59">
              <w:t>1.5 Maintain biosecurity protocols and quarantine procedures</w:t>
            </w:r>
          </w:p>
        </w:tc>
      </w:tr>
      <w:tr w:rsidR="00E87B59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FA0A0ED" w:rsidR="00E87B59" w:rsidRPr="00E87B59" w:rsidRDefault="00E87B59" w:rsidP="00E87B59">
            <w:pPr>
              <w:pStyle w:val="SIText"/>
            </w:pPr>
            <w:r w:rsidRPr="00E87B59">
              <w:t>2. Work with fertiliser and soil ameliorant products</w:t>
            </w:r>
          </w:p>
        </w:tc>
        <w:tc>
          <w:tcPr>
            <w:tcW w:w="3604" w:type="pct"/>
            <w:shd w:val="clear" w:color="auto" w:fill="auto"/>
          </w:tcPr>
          <w:p w14:paraId="39CD584F" w14:textId="30BA5D7F" w:rsidR="00E87B59" w:rsidRPr="00E87B59" w:rsidRDefault="00E87B59" w:rsidP="00E87B59">
            <w:r w:rsidRPr="00E87B59">
              <w:t xml:space="preserve">2.1 Identify and apply </w:t>
            </w:r>
            <w:r w:rsidR="00B85586">
              <w:t xml:space="preserve">product </w:t>
            </w:r>
            <w:r w:rsidRPr="00E87B59">
              <w:t>storage and handling requirements</w:t>
            </w:r>
          </w:p>
          <w:p w14:paraId="15C1AFA9" w14:textId="75D6BE5D" w:rsidR="00E87B59" w:rsidRPr="00E87B59" w:rsidRDefault="00E87B59" w:rsidP="00E87B59">
            <w:r w:rsidRPr="00E87B59">
              <w:t xml:space="preserve">2.2 Identify </w:t>
            </w:r>
            <w:r w:rsidR="00610771">
              <w:t>potential</w:t>
            </w:r>
            <w:r w:rsidRPr="00E87B59">
              <w:t xml:space="preserve"> hazards </w:t>
            </w:r>
            <w:r w:rsidR="00B85586">
              <w:t>and risks</w:t>
            </w:r>
            <w:r w:rsidR="00B13665">
              <w:t xml:space="preserve">, </w:t>
            </w:r>
            <w:r w:rsidRPr="00E87B59">
              <w:t xml:space="preserve">and </w:t>
            </w:r>
            <w:r w:rsidR="00B13665">
              <w:t>implement safe working practices</w:t>
            </w:r>
            <w:r w:rsidR="00A93DA0">
              <w:t xml:space="preserve"> to manage risks</w:t>
            </w:r>
          </w:p>
          <w:p w14:paraId="427C9B85" w14:textId="45201F0A" w:rsidR="00E87B59" w:rsidRPr="00E87B59" w:rsidRDefault="00E87B59" w:rsidP="00E87B59">
            <w:r w:rsidRPr="00E87B59">
              <w:t xml:space="preserve">2.3 Identify environmental risks associated with </w:t>
            </w:r>
            <w:proofErr w:type="gramStart"/>
            <w:r w:rsidRPr="00E87B59">
              <w:t>particular products</w:t>
            </w:r>
            <w:proofErr w:type="gramEnd"/>
            <w:r w:rsidRPr="00E87B59">
              <w:t xml:space="preserve"> and take appropriate action to minimise risks</w:t>
            </w:r>
          </w:p>
          <w:p w14:paraId="41670ED7" w14:textId="7C539D98" w:rsidR="00E87B59" w:rsidRPr="00E87B59" w:rsidRDefault="00E87B59" w:rsidP="00E87B59">
            <w:r w:rsidRPr="00E87B59">
              <w:t xml:space="preserve">2.4 Select, </w:t>
            </w:r>
            <w:r w:rsidR="00B85586">
              <w:t xml:space="preserve">fit, </w:t>
            </w:r>
            <w:proofErr w:type="gramStart"/>
            <w:r w:rsidRPr="00E87B59">
              <w:t>use</w:t>
            </w:r>
            <w:proofErr w:type="gramEnd"/>
            <w:r w:rsidRPr="00E87B59">
              <w:t xml:space="preserve"> and maintain personal protective equipment</w:t>
            </w:r>
            <w:r w:rsidR="00B85586">
              <w:t xml:space="preserve"> (PPE) applicable to the task</w:t>
            </w:r>
          </w:p>
          <w:p w14:paraId="215A6E64" w14:textId="3F66F150" w:rsidR="00E87B59" w:rsidRPr="00E87B59" w:rsidRDefault="00E87B59" w:rsidP="00E87B59">
            <w:pPr>
              <w:pStyle w:val="SIText"/>
            </w:pPr>
            <w:r w:rsidRPr="00E87B59">
              <w:t>2.5 Use inventory and labelling systems to locate products</w:t>
            </w:r>
            <w:r w:rsidR="00827BBA">
              <w:t xml:space="preserve"> according to workplace procedures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AD2F76B" w14:textId="77777777" w:rsidTr="00CA2922">
        <w:tc>
          <w:tcPr>
            <w:tcW w:w="1396" w:type="pct"/>
          </w:tcPr>
          <w:p w14:paraId="7D795EC9" w14:textId="246B5ADE" w:rsidR="00F1480E" w:rsidRPr="00C55C18" w:rsidRDefault="00B85586" w:rsidP="00C55C1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55C18">
              <w:rPr>
                <w:rStyle w:val="SITemporaryText-blue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418A1EF8" w14:textId="64288904" w:rsidR="00F1480E" w:rsidRPr="001C28D1" w:rsidRDefault="00B85586" w:rsidP="001C28D1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>
              <w:t xml:space="preserve">Interpret </w:t>
            </w:r>
            <w:r w:rsidR="00C55C18">
              <w:t xml:space="preserve">and apply </w:t>
            </w:r>
            <w:r>
              <w:t>fertiliser and soil ameliorant product information, b</w:t>
            </w:r>
            <w:r w:rsidRPr="00E87B59">
              <w:t>iosecurity protocols and quarantine procedures</w:t>
            </w:r>
          </w:p>
        </w:tc>
      </w:tr>
      <w:tr w:rsidR="00B13665" w:rsidRPr="00336FCA" w:rsidDel="00423CB2" w14:paraId="55A8B605" w14:textId="77777777" w:rsidTr="00CA2922">
        <w:tc>
          <w:tcPr>
            <w:tcW w:w="1396" w:type="pct"/>
          </w:tcPr>
          <w:p w14:paraId="3A6AB038" w14:textId="1256AB6D" w:rsidR="00B13665" w:rsidRPr="00B13665" w:rsidRDefault="00B13665" w:rsidP="00B1366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13665">
              <w:t>Oral communication</w:t>
            </w:r>
          </w:p>
        </w:tc>
        <w:tc>
          <w:tcPr>
            <w:tcW w:w="3604" w:type="pct"/>
          </w:tcPr>
          <w:p w14:paraId="08B9A983" w14:textId="26E367FE" w:rsidR="00B13665" w:rsidRPr="00B13665" w:rsidRDefault="00B13665" w:rsidP="00B13665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B13665">
              <w:t xml:space="preserve">Use clear language with </w:t>
            </w:r>
            <w:r>
              <w:t>customer</w:t>
            </w:r>
            <w:r w:rsidRPr="00B13665">
              <w:t xml:space="preserve"> to </w:t>
            </w:r>
            <w:r>
              <w:t>explain product information, including handling, storage and application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D00AF0A" w:rsidR="00F46BB2" w:rsidRPr="00591672" w:rsidRDefault="00126190" w:rsidP="0061077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10771">
              <w:t>AHCWRK3X</w:t>
            </w:r>
            <w:r w:rsidR="004720DA" w:rsidRPr="00610771">
              <w:t>7</w:t>
            </w:r>
            <w:r w:rsidRPr="00610771">
              <w:t xml:space="preserve"> Develop and apply fertiliser and soil ameliorant product knowledge</w:t>
            </w:r>
          </w:p>
        </w:tc>
        <w:tc>
          <w:tcPr>
            <w:tcW w:w="1105" w:type="pct"/>
          </w:tcPr>
          <w:p w14:paraId="68CA03F4" w14:textId="6B4464E0" w:rsidR="00F46BB2" w:rsidRPr="00610771" w:rsidRDefault="00E87B59">
            <w:pPr>
              <w:pStyle w:val="SIText"/>
            </w:pPr>
            <w:r w:rsidRPr="00610771">
              <w:t>AHCWRK307 Develop and apply fertiliser and soil ameliorant product knowledge</w:t>
            </w:r>
          </w:p>
        </w:tc>
        <w:tc>
          <w:tcPr>
            <w:tcW w:w="1251" w:type="pct"/>
          </w:tcPr>
          <w:p w14:paraId="333FD639" w14:textId="77777777" w:rsidR="00126190" w:rsidRPr="00610771" w:rsidRDefault="00126190">
            <w:pPr>
              <w:pStyle w:val="SIText"/>
            </w:pPr>
            <w:r w:rsidRPr="00610771">
              <w:t>Minor changes application</w:t>
            </w:r>
          </w:p>
          <w:p w14:paraId="330A1F2D" w14:textId="1512A60C" w:rsidR="00126190" w:rsidRPr="00610771" w:rsidRDefault="00126190">
            <w:pPr>
              <w:pStyle w:val="SIText"/>
            </w:pPr>
            <w:r w:rsidRPr="00610771">
              <w:t>M</w:t>
            </w:r>
            <w:r w:rsidR="00A93DA0">
              <w:t>ajor and m</w:t>
            </w:r>
            <w:r w:rsidRPr="00610771">
              <w:t>inor changes to performance criteria</w:t>
            </w:r>
          </w:p>
          <w:p w14:paraId="29068B99" w14:textId="265ACC5A" w:rsidR="00F46BB2" w:rsidRPr="00610771" w:rsidRDefault="00126190">
            <w:pPr>
              <w:pStyle w:val="SIText"/>
            </w:pPr>
            <w:r w:rsidRPr="00610771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39DEC4E9" w:rsidR="00F46BB2" w:rsidRPr="00610771" w:rsidRDefault="00126190">
            <w:pPr>
              <w:pStyle w:val="SIText"/>
            </w:pPr>
            <w:r w:rsidRPr="00610771">
              <w:t>Not e</w:t>
            </w:r>
            <w:r w:rsidR="0003463A" w:rsidRPr="00610771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B2187F8" w:rsidR="00E17A92" w:rsidRPr="005404CB" w:rsidRDefault="00520E9A" w:rsidP="001C28D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26190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234E8E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265DE" w:rsidRPr="008265DE">
              <w:t>AHCWRK3</w:t>
            </w:r>
            <w:r w:rsidR="005D44BF">
              <w:t>X</w:t>
            </w:r>
            <w:r w:rsidR="008265DE" w:rsidRPr="008265DE">
              <w:t>7 Develop and apply fertiliser and soil ameliorant product knowledge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833C32B" w14:textId="77777777" w:rsidR="00126190" w:rsidRPr="00126190" w:rsidRDefault="00126190" w:rsidP="00126190">
            <w:r w:rsidRPr="000709F8">
              <w:t>An individual demonstrating competency must satisfy all of the elements and performance criteria in this unit.</w:t>
            </w:r>
          </w:p>
          <w:p w14:paraId="34B1F37A" w14:textId="4C12B343" w:rsidR="00E87B59" w:rsidRPr="00E87B59" w:rsidRDefault="00126190" w:rsidP="00E87B59">
            <w:r w:rsidRPr="000709F8">
              <w:t>There must be evidence that the individual has</w:t>
            </w:r>
            <w:r>
              <w:t xml:space="preserve"> developed and applied fertiliser and soil ameliorant product knowledge on at least one occasion and has</w:t>
            </w:r>
            <w:r w:rsidR="00E87B59" w:rsidRPr="00E87B59">
              <w:t>:</w:t>
            </w:r>
          </w:p>
          <w:p w14:paraId="1D378D7D" w14:textId="0473EC62" w:rsidR="00E87B59" w:rsidRPr="00E87B59" w:rsidRDefault="00E87B59" w:rsidP="00E87B59">
            <w:pPr>
              <w:pStyle w:val="SIBulletList1"/>
            </w:pPr>
            <w:r w:rsidRPr="00E87B59">
              <w:t>identif</w:t>
            </w:r>
            <w:r w:rsidR="00126190">
              <w:t>ied</w:t>
            </w:r>
            <w:r w:rsidRPr="00E87B59">
              <w:t xml:space="preserve"> fertiliser and soil ameliorant products using information about their characteristics</w:t>
            </w:r>
          </w:p>
          <w:p w14:paraId="773BB944" w14:textId="5B6B59B3" w:rsidR="00E87B59" w:rsidRPr="00E87B59" w:rsidRDefault="00E87B59" w:rsidP="00E87B59">
            <w:pPr>
              <w:pStyle w:val="SIBulletList1"/>
            </w:pPr>
            <w:r w:rsidRPr="00E87B59">
              <w:t>provide</w:t>
            </w:r>
            <w:r w:rsidR="00126190">
              <w:t>d</w:t>
            </w:r>
            <w:r w:rsidRPr="00E87B59">
              <w:t xml:space="preserve"> information to customers about fertiliser and soil ameliorant products</w:t>
            </w:r>
          </w:p>
          <w:p w14:paraId="2BEE3C0A" w14:textId="77777777" w:rsidR="00126190" w:rsidRPr="00126190" w:rsidRDefault="00126190" w:rsidP="00126190">
            <w:pPr>
              <w:pStyle w:val="SIBulletList1"/>
            </w:pPr>
            <w:r w:rsidRPr="00A2770C">
              <w:t>recognised and reported workplace health and safety hazards and use</w:t>
            </w:r>
            <w:r w:rsidRPr="00126190">
              <w:t>d safe work practices</w:t>
            </w:r>
          </w:p>
          <w:p w14:paraId="6D821DAD" w14:textId="77777777" w:rsidR="00126190" w:rsidRPr="00126190" w:rsidRDefault="00126190" w:rsidP="00126190">
            <w:pPr>
              <w:pStyle w:val="SIBulletList1"/>
            </w:pPr>
            <w:r w:rsidRPr="00A2770C">
              <w:t>applied workplace health and safety requirements, including fitted and used personal protective equipment (PPE)</w:t>
            </w:r>
          </w:p>
          <w:p w14:paraId="6E81AE9B" w14:textId="6F93C721" w:rsidR="00E17A92" w:rsidRPr="005404CB" w:rsidRDefault="00E87B59" w:rsidP="00E87B59">
            <w:pPr>
              <w:pStyle w:val="SIBulletList1"/>
            </w:pPr>
            <w:r w:rsidRPr="00E87B59">
              <w:t>use</w:t>
            </w:r>
            <w:r w:rsidR="00126190">
              <w:t>d</w:t>
            </w:r>
            <w:r w:rsidRPr="00E87B59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1C28D1">
        <w:trPr>
          <w:trHeight w:val="1394"/>
        </w:trPr>
        <w:tc>
          <w:tcPr>
            <w:tcW w:w="5000" w:type="pct"/>
            <w:shd w:val="clear" w:color="auto" w:fill="auto"/>
          </w:tcPr>
          <w:p w14:paraId="12EF0FCC" w14:textId="2FDBC6D2" w:rsidR="00E87B59" w:rsidRPr="00E87B59" w:rsidRDefault="00CE26C2" w:rsidP="00E87B59">
            <w:r w:rsidRPr="00EE042F">
              <w:t xml:space="preserve">An individual must be able to demonstrate the knowledge required to perform the tasks outlined in the </w:t>
            </w:r>
            <w:r w:rsidRPr="00CE26C2">
              <w:t xml:space="preserve">elements and performance criteria of this unit. This includes </w:t>
            </w:r>
            <w:r w:rsidR="00E87B59" w:rsidRPr="00E87B59">
              <w:t>knowledge of:</w:t>
            </w:r>
          </w:p>
          <w:p w14:paraId="7277A8D1" w14:textId="19510EFD" w:rsidR="00E87B59" w:rsidRPr="00E87B59" w:rsidRDefault="00E87B59" w:rsidP="00E87B59">
            <w:pPr>
              <w:pStyle w:val="SIBulletList1"/>
            </w:pPr>
            <w:r w:rsidRPr="00E87B59">
              <w:t>characteristics and key label components</w:t>
            </w:r>
            <w:r w:rsidR="00126190">
              <w:t>,</w:t>
            </w:r>
            <w:r w:rsidRPr="00E87B59">
              <w:t xml:space="preserve"> including product analysis, </w:t>
            </w:r>
            <w:proofErr w:type="gramStart"/>
            <w:r w:rsidRPr="00E87B59">
              <w:t>impurities</w:t>
            </w:r>
            <w:proofErr w:type="gramEnd"/>
            <w:r w:rsidRPr="00E87B59">
              <w:t xml:space="preserve"> and warnings of the range of fertiliser and soil ameliorants sold or handled in the workplace</w:t>
            </w:r>
          </w:p>
          <w:p w14:paraId="6DE24BD4" w14:textId="77777777" w:rsidR="005D44BF" w:rsidRDefault="00E87B59" w:rsidP="00E87B59">
            <w:pPr>
              <w:pStyle w:val="SIBulletList1"/>
            </w:pPr>
            <w:r w:rsidRPr="00E87B59">
              <w:t>key environmental, work</w:t>
            </w:r>
            <w:r w:rsidR="005D44BF">
              <w:t>place</w:t>
            </w:r>
            <w:r w:rsidRPr="00E87B59">
              <w:t xml:space="preserve"> health and safety and food safety risks associated with the use, spreading, storage, handling and transport of fertilisers and soil ameliorants</w:t>
            </w:r>
          </w:p>
          <w:p w14:paraId="411BDF05" w14:textId="73EF6BFD" w:rsidR="003D33FD" w:rsidRPr="005404CB" w:rsidRDefault="005D44BF" w:rsidP="00E87B59">
            <w:pPr>
              <w:pStyle w:val="SIBulletList1"/>
            </w:pPr>
            <w:r w:rsidRPr="00A2770C">
              <w:t xml:space="preserve">workplace requirements applicable to health and safety in the workplace for </w:t>
            </w:r>
            <w:r>
              <w:t xml:space="preserve">handling, storage and </w:t>
            </w:r>
            <w:r w:rsidRPr="005D44BF">
              <w:t>application of fertiliser and soil ameliorants including appropriate use of PPE</w:t>
            </w:r>
            <w:r w:rsidR="00E87B59" w:rsidRPr="00E87B59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C164BF5" w14:textId="77777777" w:rsidR="005D44BF" w:rsidRPr="005D44BF" w:rsidRDefault="005D44BF" w:rsidP="005D44BF">
            <w:r w:rsidRPr="008F0322">
              <w:t>Assessment of skills must take place under the following conditions:</w:t>
            </w:r>
          </w:p>
          <w:p w14:paraId="4E6CABF4" w14:textId="77777777" w:rsidR="005D44BF" w:rsidRPr="005D44BF" w:rsidRDefault="005D44BF" w:rsidP="005D44BF">
            <w:pPr>
              <w:pStyle w:val="SIBulletList1"/>
            </w:pPr>
            <w:r w:rsidRPr="008F0322">
              <w:t>physical conditions:</w:t>
            </w:r>
          </w:p>
          <w:p w14:paraId="6FC4F89D" w14:textId="77777777" w:rsidR="005D44BF" w:rsidRPr="008F0322" w:rsidRDefault="005D44BF" w:rsidP="005D44BF">
            <w:pPr>
              <w:pStyle w:val="SIBulletList2"/>
            </w:pPr>
            <w:r w:rsidRPr="008F0322">
              <w:t xml:space="preserve">a </w:t>
            </w:r>
            <w:r w:rsidRPr="005D44BF">
              <w:t>workplace setting or an environment that accurately represents workplace conditions</w:t>
            </w:r>
          </w:p>
          <w:p w14:paraId="72828F0D" w14:textId="77777777" w:rsidR="005D44BF" w:rsidRPr="005D44BF" w:rsidRDefault="005D44BF" w:rsidP="005D44BF">
            <w:pPr>
              <w:pStyle w:val="SIBulletList1"/>
            </w:pPr>
            <w:r w:rsidRPr="008F0322">
              <w:t>resources, equipment and materials:</w:t>
            </w:r>
          </w:p>
          <w:p w14:paraId="18A7A482" w14:textId="77777777" w:rsidR="005D44BF" w:rsidRDefault="005D44BF" w:rsidP="005D44BF">
            <w:pPr>
              <w:pStyle w:val="SIBulletList2"/>
            </w:pPr>
            <w:r>
              <w:t xml:space="preserve">fertiliser and soil ameliorant </w:t>
            </w:r>
            <w:r w:rsidRPr="00E86FF7">
              <w:t>products</w:t>
            </w:r>
          </w:p>
          <w:p w14:paraId="15B6D4D8" w14:textId="3D689D74" w:rsidR="005D44BF" w:rsidRPr="005D44BF" w:rsidRDefault="005D44BF" w:rsidP="005D44BF">
            <w:pPr>
              <w:pStyle w:val="SIBulletList2"/>
            </w:pPr>
            <w:r>
              <w:t xml:space="preserve">PPE applicable to handling, storage and </w:t>
            </w:r>
            <w:r w:rsidRPr="005D44BF">
              <w:t>application of fertiliser and soil ameliorants</w:t>
            </w:r>
          </w:p>
          <w:p w14:paraId="22102455" w14:textId="36E01046" w:rsidR="005D44BF" w:rsidRDefault="005D44BF" w:rsidP="005D44BF">
            <w:pPr>
              <w:pStyle w:val="SIBulletList1"/>
            </w:pPr>
            <w:r w:rsidRPr="008F0322">
              <w:t>specifications:</w:t>
            </w:r>
          </w:p>
          <w:p w14:paraId="74F18592" w14:textId="217F2B12" w:rsidR="005D44BF" w:rsidRPr="005D44BF" w:rsidRDefault="005D44BF" w:rsidP="005D44BF">
            <w:pPr>
              <w:pStyle w:val="SIBulletList2"/>
            </w:pPr>
            <w:r w:rsidRPr="005F6EEC">
              <w:t xml:space="preserve">workplace health and safety legislation, regulations, codes of practice and workplace procedures relevant to </w:t>
            </w:r>
            <w:r>
              <w:t>handling, storage and application of fertiliser and soil ameliorants</w:t>
            </w:r>
          </w:p>
          <w:p w14:paraId="4CDD1908" w14:textId="0AB67839" w:rsidR="005D44BF" w:rsidRPr="005D44BF" w:rsidRDefault="005D44BF" w:rsidP="005D44BF">
            <w:pPr>
              <w:pStyle w:val="SIBulletList2"/>
            </w:pPr>
            <w:r w:rsidRPr="005F6EEC">
              <w:t>workplace documents, including workplace environmental procedures, processes, instructions and job specifications</w:t>
            </w:r>
            <w:r>
              <w:t xml:space="preserve"> relevant to handling, storage and </w:t>
            </w:r>
            <w:r w:rsidRPr="005D44BF">
              <w:t>application of fertiliser and soil ameliorants</w:t>
            </w:r>
          </w:p>
          <w:p w14:paraId="288FDC57" w14:textId="604E9DC1" w:rsidR="005D44BF" w:rsidRDefault="005D44BF" w:rsidP="005D44BF">
            <w:pPr>
              <w:pStyle w:val="SIText"/>
            </w:pPr>
          </w:p>
          <w:p w14:paraId="29F679B7" w14:textId="29A15052" w:rsidR="00BC7B51" w:rsidRPr="005404CB" w:rsidRDefault="005D44BF" w:rsidP="00BC7B51">
            <w:pPr>
              <w:pStyle w:val="SIText"/>
              <w:rPr>
                <w:rFonts w:eastAsia="Calibri"/>
              </w:rPr>
            </w:pPr>
            <w:r w:rsidRPr="008F03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281481D" w:rsidR="00E17A92" w:rsidRPr="005404CB" w:rsidRDefault="00A867B5" w:rsidP="001C28D1">
            <w:pPr>
              <w:pStyle w:val="SIText"/>
            </w:pPr>
            <w:hyperlink r:id="rId12" w:history="1">
              <w:r w:rsidR="00E17A92" w:rsidRPr="005D44B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7F1E" w14:textId="77777777" w:rsidR="00233DF0" w:rsidRDefault="00233DF0" w:rsidP="00BF3F0A">
      <w:r>
        <w:separator/>
      </w:r>
    </w:p>
    <w:p w14:paraId="6C9288FF" w14:textId="77777777" w:rsidR="00233DF0" w:rsidRDefault="00233DF0"/>
  </w:endnote>
  <w:endnote w:type="continuationSeparator" w:id="0">
    <w:p w14:paraId="7BE473FD" w14:textId="77777777" w:rsidR="00233DF0" w:rsidRDefault="00233DF0" w:rsidP="00BF3F0A">
      <w:r>
        <w:continuationSeparator/>
      </w:r>
    </w:p>
    <w:p w14:paraId="0642A20E" w14:textId="77777777" w:rsidR="00233DF0" w:rsidRDefault="00233D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5C0AB" w14:textId="77777777" w:rsidR="00233DF0" w:rsidRDefault="00233DF0" w:rsidP="00BF3F0A">
      <w:r>
        <w:separator/>
      </w:r>
    </w:p>
    <w:p w14:paraId="3EFD5396" w14:textId="77777777" w:rsidR="00233DF0" w:rsidRDefault="00233DF0"/>
  </w:footnote>
  <w:footnote w:type="continuationSeparator" w:id="0">
    <w:p w14:paraId="1D100381" w14:textId="77777777" w:rsidR="00233DF0" w:rsidRDefault="00233DF0" w:rsidP="00BF3F0A">
      <w:r>
        <w:continuationSeparator/>
      </w:r>
    </w:p>
    <w:p w14:paraId="0A631CA5" w14:textId="77777777" w:rsidR="00233DF0" w:rsidRDefault="00233D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2FE3AFA" w:rsidR="009C2650" w:rsidRPr="008265DE" w:rsidRDefault="00A867B5" w:rsidP="008265DE">
    <w:sdt>
      <w:sdtPr>
        <w:rPr>
          <w:lang w:eastAsia="en-US"/>
        </w:rPr>
        <w:id w:val="1716769124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C8AF0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265DE" w:rsidRPr="008265DE">
      <w:rPr>
        <w:lang w:eastAsia="en-US"/>
      </w:rPr>
      <w:t>AHCWRK3</w:t>
    </w:r>
    <w:r w:rsidR="001C28D1">
      <w:t>X</w:t>
    </w:r>
    <w:r w:rsidR="008265DE" w:rsidRPr="008265DE">
      <w:rPr>
        <w:lang w:eastAsia="en-US"/>
      </w:rPr>
      <w:t>7 Develop and apply fertiliser and soil ameliorant product knowledge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3ED4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875C5"/>
    <w:rsid w:val="0009093B"/>
    <w:rsid w:val="000A5441"/>
    <w:rsid w:val="000B2022"/>
    <w:rsid w:val="000C149A"/>
    <w:rsid w:val="000C224E"/>
    <w:rsid w:val="000D0C23"/>
    <w:rsid w:val="000E25E6"/>
    <w:rsid w:val="000E2C86"/>
    <w:rsid w:val="000F29F2"/>
    <w:rsid w:val="00101659"/>
    <w:rsid w:val="0010236E"/>
    <w:rsid w:val="00105AEA"/>
    <w:rsid w:val="001078BF"/>
    <w:rsid w:val="00126190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28D1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3DF0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40C7"/>
    <w:rsid w:val="003E72B6"/>
    <w:rsid w:val="003E7BBE"/>
    <w:rsid w:val="004105E5"/>
    <w:rsid w:val="004127E3"/>
    <w:rsid w:val="004272A1"/>
    <w:rsid w:val="0043212E"/>
    <w:rsid w:val="00434366"/>
    <w:rsid w:val="00434ECE"/>
    <w:rsid w:val="0043637D"/>
    <w:rsid w:val="00444423"/>
    <w:rsid w:val="00452F3E"/>
    <w:rsid w:val="00456BB2"/>
    <w:rsid w:val="0046239A"/>
    <w:rsid w:val="004640AE"/>
    <w:rsid w:val="00466F18"/>
    <w:rsid w:val="004679E3"/>
    <w:rsid w:val="004720DA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91672"/>
    <w:rsid w:val="005A1D70"/>
    <w:rsid w:val="005A3AA5"/>
    <w:rsid w:val="005A6C9C"/>
    <w:rsid w:val="005A74DC"/>
    <w:rsid w:val="005B5146"/>
    <w:rsid w:val="005C3D80"/>
    <w:rsid w:val="005D1AFD"/>
    <w:rsid w:val="005D1C36"/>
    <w:rsid w:val="005D44BF"/>
    <w:rsid w:val="005E51E6"/>
    <w:rsid w:val="005F027A"/>
    <w:rsid w:val="005F33CC"/>
    <w:rsid w:val="005F771F"/>
    <w:rsid w:val="00600CC3"/>
    <w:rsid w:val="0061077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65DE"/>
    <w:rsid w:val="00827BBA"/>
    <w:rsid w:val="00830267"/>
    <w:rsid w:val="008306E7"/>
    <w:rsid w:val="008322BE"/>
    <w:rsid w:val="008322E5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70EF9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44594"/>
    <w:rsid w:val="00A5092E"/>
    <w:rsid w:val="00A53B5E"/>
    <w:rsid w:val="00A554D6"/>
    <w:rsid w:val="00A56E14"/>
    <w:rsid w:val="00A6476B"/>
    <w:rsid w:val="00A7525A"/>
    <w:rsid w:val="00A76C6C"/>
    <w:rsid w:val="00A867B5"/>
    <w:rsid w:val="00A87356"/>
    <w:rsid w:val="00A92DD1"/>
    <w:rsid w:val="00A93DA0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665"/>
    <w:rsid w:val="00B22C67"/>
    <w:rsid w:val="00B3508F"/>
    <w:rsid w:val="00B443EE"/>
    <w:rsid w:val="00B560C8"/>
    <w:rsid w:val="00B5647B"/>
    <w:rsid w:val="00B61150"/>
    <w:rsid w:val="00B65BC7"/>
    <w:rsid w:val="00B746B9"/>
    <w:rsid w:val="00B74FC2"/>
    <w:rsid w:val="00B848D4"/>
    <w:rsid w:val="00B85586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7E80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5C18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26C2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4619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7B5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EF7BF5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C28D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26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2C83BD-6FF3-4B74-AD5B-5E586F0A3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267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105</cp:revision>
  <cp:lastPrinted>2016-05-27T05:21:00Z</cp:lastPrinted>
  <dcterms:created xsi:type="dcterms:W3CDTF">2021-08-11T23:10:00Z</dcterms:created>
  <dcterms:modified xsi:type="dcterms:W3CDTF">2021-11-25T07:45:00Z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